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4DF" w:rsidRDefault="00A86A47">
      <w:pPr>
        <w:sectPr w:rsidR="00CB54DF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3192145</wp:posOffset>
                </wp:positionH>
                <wp:positionV relativeFrom="paragraph">
                  <wp:posOffset>0</wp:posOffset>
                </wp:positionV>
                <wp:extent cx="2560320" cy="4352925"/>
                <wp:effectExtent l="10795" t="9525" r="10160" b="952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435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A47" w:rsidRPr="00A86A47" w:rsidRDefault="00A86A47" w:rsidP="00A86A4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A86A47">
                              <w:rPr>
                                <w:sz w:val="28"/>
                              </w:rPr>
                              <w:t>Interesting Facts!</w:t>
                            </w:r>
                          </w:p>
                          <w:p w:rsidR="00A86A47" w:rsidRDefault="00A86A47" w:rsidP="00A86A47"/>
                          <w:p w:rsidR="00A86A47" w:rsidRDefault="00A86A47" w:rsidP="00A86A47">
                            <w:r>
                              <w:t>Back Cover</w:t>
                            </w:r>
                          </w:p>
                          <w:p w:rsidR="00A86A47" w:rsidRDefault="00A86A47" w:rsidP="00A86A47"/>
                          <w:p w:rsidR="00A86A47" w:rsidRDefault="00A86A47" w:rsidP="00A86A47">
                            <w:r>
                              <w:t>Put at least 3 cool facts about your bug here.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1.35pt;margin-top:0;width:201.6pt;height:34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">
                <v:textbox>
                  <w:txbxContent>
                    <w:p w:rsidR="00A86A47" w:rsidRPr="00A86A47" w:rsidRDefault="00A86A47" w:rsidP="00A86A47">
                      <w:pPr>
                        <w:jc w:val="center"/>
                        <w:rPr>
                          <w:sz w:val="28"/>
                        </w:rPr>
                      </w:pPr>
                      <w:r w:rsidRPr="00A86A47">
                        <w:rPr>
                          <w:sz w:val="28"/>
                        </w:rPr>
                        <w:t>Interesting Facts!</w:t>
                      </w:r>
                    </w:p>
                    <w:p w:rsidR="00A86A47" w:rsidRDefault="00A86A47" w:rsidP="00A86A47"/>
                    <w:p w:rsidR="00A86A47" w:rsidRDefault="00A86A47" w:rsidP="00A86A47">
                      <w:r>
                        <w:t>Back Cover</w:t>
                      </w:r>
                    </w:p>
                    <w:p w:rsidR="00A86A47" w:rsidRDefault="00A86A47" w:rsidP="00A86A47"/>
                    <w:p w:rsidR="00A86A47" w:rsidRDefault="00A86A47" w:rsidP="00A86A47">
                      <w:r>
                        <w:t>Put at least 3 cool facts about your bug here.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6710680</wp:posOffset>
                </wp:positionH>
                <wp:positionV relativeFrom="paragraph">
                  <wp:posOffset>3867150</wp:posOffset>
                </wp:positionV>
                <wp:extent cx="2276475" cy="424180"/>
                <wp:effectExtent l="10160" t="9525" r="8890" b="1397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A47" w:rsidRDefault="00A86A47">
                            <w:r>
                              <w:t>Insert a picture of your bug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528.4pt;margin-top:304.5pt;width:179.25pt;height:33.4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">
                <v:textbox style="mso-fit-shape-to-text:t">
                  <w:txbxContent>
                    <w:p w:rsidR="00A86A47" w:rsidRDefault="00A86A47">
                      <w:r>
                        <w:t>Insert a picture of your bug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2313305</wp:posOffset>
                </wp:positionV>
                <wp:extent cx="2560320" cy="455295"/>
                <wp:effectExtent l="0" t="0" r="4445" b="3175"/>
                <wp:wrapNone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455295"/>
                        </a:xfrm>
                        <a:prstGeom prst="rect">
                          <a:avLst/>
                        </a:prstGeom>
                        <a:solidFill>
                          <a:srgbClr val="DAE1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Company"/>
                              <w:id w:val="71674626"/>
                              <w:placeholder>
                                <w:docPart w:val="30381C3919A443E88110DC64BA54E56B"/>
                              </w:placeholder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:rsidR="00CB54DF" w:rsidRDefault="00A86A47">
                                <w:pPr>
                                  <w:pStyle w:val="BrochureTitle"/>
                                </w:pPr>
                                <w:r>
                                  <w:t>Title Page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150.4pt;margin-top:182.15pt;width:201.6pt;height:35.8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" fillcolor="#dae1e8" stroked="f">
                <v:textbox>
                  <w:txbxContent>
                    <w:sdt>
                      <w:sdtPr>
                        <w:alias w:val="Company"/>
                        <w:id w:val="71674626"/>
                        <w:placeholder>
                          <w:docPart w:val="30381C3919A443E88110DC64BA54E56B"/>
                        </w:placeholder>
                        <w:dataBinding w:prefixMappings="xmlns:ns0='http://schemas.openxmlformats.org/officeDocument/2006/extended-properties'" w:xpath="/ns0:Properties[1]/ns0:Company[1]" w:storeItemID="{6668398D-A668-4E3E-A5EB-62B293D839F1}"/>
                        <w:text/>
                      </w:sdtPr>
                      <w:sdtEndPr/>
                      <w:sdtContent>
                        <w:p w:rsidR="00CB54DF" w:rsidRDefault="00A86A47">
                          <w:pPr>
                            <w:pStyle w:val="BrochureTitle"/>
                          </w:pPr>
                          <w:r>
                            <w:t>Title Page</w:t>
                          </w:r>
                        </w:p>
                      </w:sdtContent>
                    </w:sdt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2560320" cy="4271010"/>
                <wp:effectExtent l="6985" t="0" r="4445" b="5715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0320" cy="427101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bg2">
                                <a:lumMod val="50000"/>
                                <a:lumOff val="0"/>
                                <a:alpha val="0"/>
                              </a:schemeClr>
                            </a:gs>
                            <a:gs pos="100000">
                              <a:schemeClr val="bg2">
                                <a:lumMod val="90000"/>
                                <a:lumOff val="0"/>
                              </a:schemeClr>
                            </a:gs>
                          </a:gsLst>
                          <a:path path="rect">
                            <a:fillToRect t="100000" r="100000"/>
                          </a:path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54DF" w:rsidRDefault="00A86A47" w:rsidP="00A86A47">
                            <w:pPr>
                              <w:pStyle w:val="BrochureSubtitle2"/>
                            </w:pPr>
                            <w:r>
                              <w:t>Your name</w:t>
                            </w:r>
                          </w:p>
                          <w:p w:rsidR="00A86A47" w:rsidRDefault="00A86A47" w:rsidP="00A86A47">
                            <w:pPr>
                              <w:pStyle w:val="BrochureSubtitle2"/>
                            </w:pPr>
                            <w:r>
                              <w:t>Period</w:t>
                            </w:r>
                          </w:p>
                        </w:txbxContent>
                      </wps:txbx>
                      <wps:bodyPr rot="0" vert="horz" wrap="square" lIns="91440" tIns="32004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9" style="position:absolute;margin-left:150.4pt;margin-top:0;width:201.6pt;height:336.3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" fillcolor="#938953 [1614]" stroked="f">
                <v:fill opacity="0" color2="#ddd8c2 [2894]" focusposition=",1" focussize="" focus="100%" type="gradientRadial">
                  <o:fill v:ext="view" type="gradientCenter"/>
                </v:fill>
                <v:textbox inset=",252pt">
                  <w:txbxContent>
                    <w:p w:rsidR="00CB54DF" w:rsidRDefault="00A86A47" w:rsidP="00A86A47">
                      <w:pPr>
                        <w:pStyle w:val="BrochureSubtitle2"/>
                      </w:pPr>
                      <w:r>
                        <w:t>Your name</w:t>
                      </w:r>
                    </w:p>
                    <w:p w:rsidR="00A86A47" w:rsidRDefault="00A86A47" w:rsidP="00A86A47">
                      <w:pPr>
                        <w:pStyle w:val="BrochureSubtitle2"/>
                      </w:pPr>
                      <w:r>
                        <w:t>Period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2560320" cy="2286000"/>
                <wp:effectExtent l="0" t="0" r="4445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0320" cy="22860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path path="rect">
                            <a:fillToRect t="100000" r="100000"/>
                          </a:path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54DF" w:rsidRDefault="00CB54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30" style="position:absolute;margin-left:150.4pt;margin-top:0;width:201.6pt;height:180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" fillcolor="#4f81bd [3204]" stroked="f">
                <v:fill color2="#b8cce4 [1300]" focusposition=",1" focussize="" focus="100%" type="gradientRadial">
                  <o:fill v:ext="view" type="gradientCenter"/>
                </v:fill>
                <v:textbox>
                  <w:txbxContent>
                    <w:p w:rsidR="00CB54DF" w:rsidRDefault="00CB54DF"/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2560320" cy="6858000"/>
                <wp:effectExtent l="0" t="0" r="1905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0320" cy="68580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bg2">
                                <a:lumMod val="50000"/>
                                <a:lumOff val="0"/>
                                <a:alpha val="0"/>
                              </a:schemeClr>
                            </a:gs>
                            <a:gs pos="100000">
                              <a:schemeClr val="bg2">
                                <a:lumMod val="90000"/>
                                <a:lumOff val="0"/>
                              </a:schemeClr>
                            </a:gs>
                          </a:gsLst>
                          <a:path path="rect">
                            <a:fillToRect t="100000" r="100000"/>
                          </a:path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54DF" w:rsidRPr="00A86A47" w:rsidRDefault="00A86A47" w:rsidP="00A86A47">
                            <w:pPr>
                              <w:pStyle w:val="SectionHeading2"/>
                              <w:jc w:val="center"/>
                              <w:rPr>
                                <w:sz w:val="32"/>
                              </w:rPr>
                            </w:pPr>
                            <w:r w:rsidRPr="00A86A47">
                              <w:rPr>
                                <w:sz w:val="32"/>
                              </w:rPr>
                              <w:t>Summary Page</w:t>
                            </w:r>
                          </w:p>
                          <w:p w:rsidR="00CB54DF" w:rsidRDefault="00CB54DF" w:rsidP="00A86A47">
                            <w:pPr>
                              <w:pStyle w:val="BrochureCopy"/>
                            </w:pPr>
                          </w:p>
                          <w:p w:rsidR="00CB54DF" w:rsidRDefault="00CB54DF" w:rsidP="00A86A47">
                            <w:pPr>
                              <w:pStyle w:val="BrochureList"/>
                              <w:numPr>
                                <w:ilvl w:val="0"/>
                                <w:numId w:val="0"/>
                              </w:numPr>
                              <w:ind w:left="360"/>
                            </w:pPr>
                          </w:p>
                          <w:p w:rsidR="00CB54DF" w:rsidRDefault="00CB54DF">
                            <w:pPr>
                              <w:pStyle w:val="SectionHeading2"/>
                            </w:pPr>
                          </w:p>
                          <w:p w:rsidR="00CB54DF" w:rsidRDefault="00A86A47" w:rsidP="00A86A47">
                            <w:pPr>
                              <w:pStyle w:val="BrochureCopy"/>
                            </w:pPr>
                            <w:r>
                              <w:t>Write one to two sentences about your bug here.  You can also put another picture of your bug here if you wish.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1" style="position:absolute;margin-left:0;margin-top:0;width:201.6pt;height:540pt;z-index:-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" fillcolor="#938953 [1614]" stroked="f">
                <v:fill opacity="0" color2="#ddd8c2 [2894]" focusposition=",1" focussize="" focus="100%" type="gradientRadial">
                  <o:fill v:ext="view" type="gradientCenter"/>
                </v:fill>
                <v:textbox>
                  <w:txbxContent>
                    <w:p w:rsidR="00CB54DF" w:rsidRPr="00A86A47" w:rsidRDefault="00A86A47" w:rsidP="00A86A47">
                      <w:pPr>
                        <w:pStyle w:val="SectionHeading2"/>
                        <w:jc w:val="center"/>
                        <w:rPr>
                          <w:sz w:val="32"/>
                        </w:rPr>
                      </w:pPr>
                      <w:r w:rsidRPr="00A86A47">
                        <w:rPr>
                          <w:sz w:val="32"/>
                        </w:rPr>
                        <w:t>Summary Page</w:t>
                      </w:r>
                    </w:p>
                    <w:p w:rsidR="00CB54DF" w:rsidRDefault="00CB54DF" w:rsidP="00A86A47">
                      <w:pPr>
                        <w:pStyle w:val="BrochureCopy"/>
                      </w:pPr>
                    </w:p>
                    <w:p w:rsidR="00CB54DF" w:rsidRDefault="00CB54DF" w:rsidP="00A86A47">
                      <w:pPr>
                        <w:pStyle w:val="BrochureList"/>
                        <w:numPr>
                          <w:ilvl w:val="0"/>
                          <w:numId w:val="0"/>
                        </w:numPr>
                        <w:ind w:left="360"/>
                      </w:pPr>
                    </w:p>
                    <w:p w:rsidR="00CB54DF" w:rsidRDefault="00CB54DF">
                      <w:pPr>
                        <w:pStyle w:val="SectionHeading2"/>
                      </w:pPr>
                    </w:p>
                    <w:p w:rsidR="00CB54DF" w:rsidRDefault="00A86A47" w:rsidP="00A86A47">
                      <w:pPr>
                        <w:pStyle w:val="BrochureCopy"/>
                      </w:pPr>
                      <w:r>
                        <w:t>Write one to two sentences about your bug here.  You can also put another picture of your bug here if you wish.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:rsidR="00CB54DF" w:rsidRDefault="00A86A47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inline distT="0" distB="0" distL="0" distR="0">
                <wp:extent cx="2457450" cy="3209925"/>
                <wp:effectExtent l="0" t="0" r="0" b="0"/>
                <wp:docPr id="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32099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bg2">
                                <a:lumMod val="50000"/>
                                <a:lumOff val="0"/>
                              </a:schemeClr>
                            </a:gs>
                            <a:gs pos="100000">
                              <a:schemeClr val="bg2">
                                <a:lumMod val="100000"/>
                                <a:lumOff val="0"/>
                                <a:alpha val="77000"/>
                              </a:schemeClr>
                            </a:gs>
                          </a:gsLst>
                          <a:path path="rect">
                            <a:fillToRect r="100000" b="100000"/>
                          </a:path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3" o:spid="_x0000_s1026" style="width:193.5pt;height:25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" fillcolor="#938953 [1614]" stroked="f">
                <v:fill color2="#eeece1 [3214]" o:opacity2="50462f" focus="100%" type="gradientRadial">
                  <o:fill v:ext="view" type="gradientCenter"/>
                </v:fill>
                <w10:anchorlock/>
              </v:rect>
            </w:pict>
          </mc:Fallback>
        </mc:AlternateContent>
      </w:r>
    </w:p>
    <w:p w:rsidR="00CB54DF" w:rsidRDefault="00A86A47" w:rsidP="00A86A47">
      <w:pPr>
        <w:pStyle w:val="SectionHeading1"/>
      </w:pPr>
      <w:r>
        <w:t>Habitat</w:t>
      </w:r>
    </w:p>
    <w:p w:rsidR="00CB54DF" w:rsidRDefault="00A86A47">
      <w:pPr>
        <w:pStyle w:val="SectionHeading2"/>
      </w:pPr>
      <w:r>
        <w:t>Where do I live?</w:t>
      </w:r>
    </w:p>
    <w:p w:rsidR="00CB54DF" w:rsidRDefault="00A86A47">
      <w:pPr>
        <w:pStyle w:val="BrochureCopy"/>
      </w:pPr>
      <w:r>
        <w:t>Explain where the bug can be found in the world.</w:t>
      </w:r>
    </w:p>
    <w:p w:rsidR="00B84EBF" w:rsidRDefault="00B84EBF">
      <w:pPr>
        <w:pStyle w:val="BrochureCopy"/>
      </w:pPr>
    </w:p>
    <w:p w:rsidR="00CB54DF" w:rsidRDefault="00A86A47">
      <w:pPr>
        <w:pStyle w:val="SectionHeading2"/>
      </w:pPr>
      <w:r>
        <w:t>What environment do I live in?</w:t>
      </w:r>
    </w:p>
    <w:p w:rsidR="00CB54DF" w:rsidRDefault="00A86A47" w:rsidP="00A86A47">
      <w:pPr>
        <w:pStyle w:val="BrochureCopy"/>
      </w:pPr>
      <w:r>
        <w:t>Explain the environment that the bug lives in</w:t>
      </w:r>
    </w:p>
    <w:p w:rsidR="00CB54DF" w:rsidRDefault="00CB54DF">
      <w:pPr>
        <w:pStyle w:val="SectionHeading2"/>
      </w:pPr>
    </w:p>
    <w:p w:rsidR="00CB54DF" w:rsidRDefault="00CB54DF" w:rsidP="00A86A47">
      <w:pPr>
        <w:pStyle w:val="BrochureCopy"/>
      </w:pPr>
    </w:p>
    <w:p w:rsidR="00A86A47" w:rsidRDefault="00A86A47" w:rsidP="00A86A47">
      <w:pPr>
        <w:pStyle w:val="BrochureCopy"/>
      </w:pPr>
    </w:p>
    <w:p w:rsidR="00A86A47" w:rsidRDefault="00A86A47" w:rsidP="00A86A47">
      <w:pPr>
        <w:pStyle w:val="BrochureCopy"/>
      </w:pPr>
    </w:p>
    <w:p w:rsidR="00A86A47" w:rsidRDefault="00A86A47" w:rsidP="00A86A47">
      <w:pPr>
        <w:pStyle w:val="BrochureCopy"/>
      </w:pPr>
    </w:p>
    <w:p w:rsidR="00A86A47" w:rsidRDefault="00A86A47" w:rsidP="00A86A47">
      <w:pPr>
        <w:pStyle w:val="BrochureCopy"/>
      </w:pPr>
    </w:p>
    <w:p w:rsidR="00CB54DF" w:rsidRDefault="00A86A47">
      <w:pPr>
        <w:pStyle w:val="SectionHeading1"/>
      </w:pPr>
      <w:r>
        <w:lastRenderedPageBreak/>
        <w:t>The Reasons Why I Am Dangerous</w:t>
      </w:r>
    </w:p>
    <w:p w:rsidR="00CB54DF" w:rsidRDefault="00A86A47" w:rsidP="00A86A47">
      <w:pPr>
        <w:pStyle w:val="BrochureCopy"/>
      </w:pPr>
      <w:r>
        <w:t>Who can I kill?</w:t>
      </w:r>
    </w:p>
    <w:p w:rsidR="00A86A47" w:rsidRDefault="00A86A47" w:rsidP="00A86A47">
      <w:pPr>
        <w:pStyle w:val="BrochureCopy"/>
      </w:pPr>
    </w:p>
    <w:p w:rsidR="00A86A47" w:rsidRDefault="00A86A47" w:rsidP="00A86A47">
      <w:pPr>
        <w:pStyle w:val="BrochureCopy"/>
      </w:pPr>
    </w:p>
    <w:p w:rsidR="00A86A47" w:rsidRDefault="00A86A47" w:rsidP="00A86A47">
      <w:pPr>
        <w:pStyle w:val="BrochureCopy"/>
      </w:pPr>
    </w:p>
    <w:p w:rsidR="00A86A47" w:rsidRDefault="00A86A47" w:rsidP="00A86A47">
      <w:pPr>
        <w:pStyle w:val="BrochureCopy"/>
      </w:pPr>
    </w:p>
    <w:p w:rsidR="00A86A47" w:rsidRDefault="00A86A47" w:rsidP="00A86A47">
      <w:pPr>
        <w:pStyle w:val="BrochureCopy"/>
      </w:pPr>
    </w:p>
    <w:p w:rsidR="00A86A47" w:rsidRDefault="00A86A47" w:rsidP="00A86A47">
      <w:pPr>
        <w:pStyle w:val="BrochureCopy"/>
      </w:pPr>
    </w:p>
    <w:p w:rsidR="00A86A47" w:rsidRDefault="00A86A47" w:rsidP="00A86A47">
      <w:pPr>
        <w:pStyle w:val="BrochureCopy"/>
      </w:pPr>
      <w:r>
        <w:t>How do I kill?</w:t>
      </w:r>
    </w:p>
    <w:p w:rsidR="00CB54DF" w:rsidRDefault="00DC66B0">
      <w:pPr>
        <w:pStyle w:val="SectionHeading2"/>
      </w:pPr>
      <w:r>
        <w:br w:type="column"/>
      </w:r>
      <w:r w:rsidR="00A86A47">
        <w:lastRenderedPageBreak/>
        <w:t>What can people do if they are hurt by me?</w:t>
      </w:r>
    </w:p>
    <w:p w:rsidR="00CB54DF" w:rsidRDefault="00A86A47" w:rsidP="00A86A47">
      <w:pPr>
        <w:pStyle w:val="BrochureCopy"/>
      </w:pPr>
      <w:r>
        <w:t>Describe what humans can do if they are hurt by this bug.</w:t>
      </w:r>
    </w:p>
    <w:p w:rsidR="00CB54DF" w:rsidRDefault="00CB54DF">
      <w:pPr>
        <w:pStyle w:val="SectionHeading2"/>
      </w:pPr>
    </w:p>
    <w:p w:rsidR="00CB54DF" w:rsidRDefault="00CB54DF">
      <w:pPr>
        <w:pStyle w:val="BrochureCopy"/>
      </w:pPr>
    </w:p>
    <w:p w:rsidR="00CB54DF" w:rsidRDefault="00CB54DF">
      <w:pPr>
        <w:pStyle w:val="SectionHeading2"/>
      </w:pPr>
    </w:p>
    <w:p w:rsidR="00CB54DF" w:rsidRDefault="00CB54DF">
      <w:pPr>
        <w:pStyle w:val="BrochureCopy"/>
      </w:pPr>
    </w:p>
    <w:sectPr w:rsidR="00CB54DF" w:rsidSect="00CB54DF">
      <w:pgSz w:w="15840" w:h="12240" w:orient="landscape"/>
      <w:pgMar w:top="720" w:right="720" w:bottom="720" w:left="72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D0BB1"/>
    <w:multiLevelType w:val="hybridMultilevel"/>
    <w:tmpl w:val="D2F20380"/>
    <w:lvl w:ilvl="0" w:tplc="B61A71D8">
      <w:start w:val="1"/>
      <w:numFmt w:val="decimal"/>
      <w:pStyle w:val="Brochure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CDA7CA8"/>
    <w:multiLevelType w:val="hybridMultilevel"/>
    <w:tmpl w:val="EC065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A47"/>
    <w:rsid w:val="00A86A47"/>
    <w:rsid w:val="00B84EBF"/>
    <w:rsid w:val="00CB54DF"/>
    <w:rsid w:val="00DC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4" w:unhideWhenUsed="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chureTitle">
    <w:name w:val="Brochure Title"/>
    <w:basedOn w:val="Normal"/>
    <w:qFormat/>
    <w:rsid w:val="00CB54DF"/>
    <w:pPr>
      <w:spacing w:line="312" w:lineRule="auto"/>
      <w:jc w:val="both"/>
    </w:pPr>
    <w:rPr>
      <w:rFonts w:asciiTheme="majorHAnsi" w:hAnsiTheme="majorHAnsi"/>
      <w:color w:val="4F81BD" w:themeColor="accent1"/>
      <w:sz w:val="32"/>
    </w:rPr>
  </w:style>
  <w:style w:type="paragraph" w:customStyle="1" w:styleId="8A2A7A62B8364C6DA158E52967F32244">
    <w:name w:val="8A2A7A62B8364C6DA158E52967F32244"/>
    <w:rsid w:val="00CB54DF"/>
    <w:pPr>
      <w:spacing w:before="240" w:after="80"/>
      <w:outlineLvl w:val="1"/>
    </w:pPr>
    <w:rPr>
      <w:rFonts w:asciiTheme="majorHAnsi" w:hAnsiTheme="majorHAnsi"/>
      <w:color w:val="4F81BD" w:themeColor="accent1"/>
    </w:rPr>
  </w:style>
  <w:style w:type="paragraph" w:styleId="Title">
    <w:name w:val="Title"/>
    <w:basedOn w:val="Normal"/>
    <w:link w:val="TitleChar"/>
    <w:uiPriority w:val="4"/>
    <w:semiHidden/>
    <w:unhideWhenUsed/>
    <w:qFormat/>
    <w:rsid w:val="00CB54DF"/>
    <w:pPr>
      <w:spacing w:after="0" w:line="312" w:lineRule="auto"/>
      <w:jc w:val="both"/>
    </w:pPr>
    <w:rPr>
      <w:rFonts w:asciiTheme="majorHAnsi" w:eastAsiaTheme="majorEastAsia" w:hAnsiTheme="majorHAnsi" w:cstheme="majorHAnsi"/>
      <w:b/>
      <w:bCs/>
      <w:color w:val="4F81BD" w:themeColor="accent1"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4"/>
    <w:semiHidden/>
    <w:rsid w:val="00CB54DF"/>
    <w:rPr>
      <w:rFonts w:asciiTheme="majorHAnsi" w:eastAsiaTheme="majorEastAsia" w:hAnsiTheme="majorHAnsi" w:cstheme="majorHAnsi"/>
      <w:b/>
      <w:bCs/>
      <w:color w:val="4F81BD" w:themeColor="accent1"/>
      <w:kern w:val="28"/>
      <w:sz w:val="3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B54D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4DF"/>
    <w:rPr>
      <w:rFonts w:ascii="Tahoma" w:hAnsi="Tahoma" w:cs="Tahoma"/>
      <w:sz w:val="16"/>
      <w:szCs w:val="16"/>
    </w:rPr>
  </w:style>
  <w:style w:type="paragraph" w:customStyle="1" w:styleId="BrochureSubtitle">
    <w:name w:val="Brochure Subtitle"/>
    <w:basedOn w:val="Normal"/>
    <w:qFormat/>
    <w:rsid w:val="00CB54DF"/>
    <w:pPr>
      <w:spacing w:before="60" w:after="120" w:line="240" w:lineRule="auto"/>
      <w:jc w:val="both"/>
    </w:pPr>
    <w:rPr>
      <w:i/>
      <w:color w:val="76923C" w:themeColor="accent3" w:themeShade="BF"/>
      <w:sz w:val="20"/>
    </w:rPr>
  </w:style>
  <w:style w:type="paragraph" w:customStyle="1" w:styleId="BrochureSubtitle2">
    <w:name w:val="Brochure Subtitle 2"/>
    <w:basedOn w:val="Normal"/>
    <w:qFormat/>
    <w:rsid w:val="00CB54DF"/>
    <w:pPr>
      <w:spacing w:before="120" w:after="120" w:line="384" w:lineRule="auto"/>
    </w:pPr>
    <w:rPr>
      <w:i/>
      <w:color w:val="76923C" w:themeColor="accent3" w:themeShade="BF"/>
      <w:sz w:val="20"/>
    </w:rPr>
  </w:style>
  <w:style w:type="paragraph" w:customStyle="1" w:styleId="SectionHeading2">
    <w:name w:val="Section Heading 2"/>
    <w:basedOn w:val="Normal"/>
    <w:qFormat/>
    <w:rsid w:val="00CB54DF"/>
    <w:pPr>
      <w:spacing w:before="240" w:after="80"/>
      <w:outlineLvl w:val="1"/>
    </w:pPr>
    <w:rPr>
      <w:rFonts w:asciiTheme="majorHAnsi" w:hAnsiTheme="majorHAnsi"/>
      <w:color w:val="4F81BD" w:themeColor="accent1"/>
    </w:rPr>
  </w:style>
  <w:style w:type="paragraph" w:customStyle="1" w:styleId="BrochureCopy">
    <w:name w:val="Brochure Copy"/>
    <w:basedOn w:val="Normal"/>
    <w:qFormat/>
    <w:rsid w:val="00CB54DF"/>
    <w:pPr>
      <w:spacing w:after="120" w:line="300" w:lineRule="auto"/>
    </w:pPr>
    <w:rPr>
      <w:sz w:val="18"/>
    </w:rPr>
  </w:style>
  <w:style w:type="paragraph" w:customStyle="1" w:styleId="SectionHeading1">
    <w:name w:val="Section Heading 1"/>
    <w:basedOn w:val="SectionHeading2"/>
    <w:qFormat/>
    <w:rsid w:val="00CB54DF"/>
    <w:rPr>
      <w:sz w:val="28"/>
    </w:rPr>
  </w:style>
  <w:style w:type="paragraph" w:customStyle="1" w:styleId="CaptionHeading">
    <w:name w:val="Caption Heading"/>
    <w:basedOn w:val="Normal"/>
    <w:qFormat/>
    <w:rsid w:val="00CB54DF"/>
    <w:pPr>
      <w:spacing w:after="120" w:line="312" w:lineRule="auto"/>
    </w:pPr>
    <w:rPr>
      <w:rFonts w:asciiTheme="majorHAnsi" w:hAnsiTheme="majorHAnsi"/>
      <w:color w:val="76923C" w:themeColor="accent3" w:themeShade="BF"/>
      <w:sz w:val="20"/>
    </w:rPr>
  </w:style>
  <w:style w:type="paragraph" w:customStyle="1" w:styleId="BrochureCaption">
    <w:name w:val="Brochure Caption"/>
    <w:basedOn w:val="Normal"/>
    <w:qFormat/>
    <w:rsid w:val="00CB54DF"/>
    <w:pPr>
      <w:spacing w:after="0" w:line="432" w:lineRule="auto"/>
    </w:pPr>
    <w:rPr>
      <w:i/>
      <w:color w:val="76923C" w:themeColor="accent3" w:themeShade="BF"/>
      <w:sz w:val="18"/>
    </w:rPr>
  </w:style>
  <w:style w:type="paragraph" w:customStyle="1" w:styleId="ContactInformation">
    <w:name w:val="Contact Information"/>
    <w:basedOn w:val="Normal"/>
    <w:qFormat/>
    <w:rsid w:val="00CB54DF"/>
    <w:pPr>
      <w:spacing w:after="0"/>
    </w:pPr>
    <w:rPr>
      <w:color w:val="4F81BD" w:themeColor="accent1"/>
      <w:sz w:val="18"/>
    </w:rPr>
  </w:style>
  <w:style w:type="paragraph" w:customStyle="1" w:styleId="ContactInformationHeading">
    <w:name w:val="Contact Information Heading"/>
    <w:basedOn w:val="Normal"/>
    <w:qFormat/>
    <w:rsid w:val="00CB54DF"/>
    <w:pPr>
      <w:spacing w:before="240" w:after="80"/>
    </w:pPr>
    <w:rPr>
      <w:rFonts w:asciiTheme="majorHAnsi" w:hAnsiTheme="majorHAnsi"/>
      <w:color w:val="4F81BD" w:themeColor="accent1"/>
    </w:rPr>
  </w:style>
  <w:style w:type="paragraph" w:customStyle="1" w:styleId="WebSiteAddress">
    <w:name w:val="Web Site Address"/>
    <w:basedOn w:val="Normal"/>
    <w:qFormat/>
    <w:rsid w:val="00CB54DF"/>
    <w:pPr>
      <w:spacing w:before="240" w:after="80"/>
    </w:pPr>
    <w:rPr>
      <w:color w:val="4F81BD" w:themeColor="accent1"/>
    </w:rPr>
  </w:style>
  <w:style w:type="paragraph" w:customStyle="1" w:styleId="BrochureList">
    <w:name w:val="Brochure List"/>
    <w:basedOn w:val="BrochureCopy"/>
    <w:qFormat/>
    <w:rsid w:val="00CB54DF"/>
    <w:pPr>
      <w:numPr>
        <w:numId w:val="1"/>
      </w:numPr>
    </w:pPr>
  </w:style>
  <w:style w:type="paragraph" w:customStyle="1" w:styleId="D3698C1BF2294BD59E4F83170C820D561">
    <w:name w:val="D3698C1BF2294BD59E4F83170C820D561"/>
    <w:rsid w:val="00CB54DF"/>
    <w:pPr>
      <w:spacing w:before="240" w:after="80"/>
      <w:outlineLvl w:val="1"/>
    </w:pPr>
    <w:rPr>
      <w:rFonts w:asciiTheme="majorHAnsi" w:hAnsiTheme="majorHAnsi"/>
      <w:color w:val="4F81BD" w:themeColor="accent1"/>
    </w:rPr>
  </w:style>
  <w:style w:type="paragraph" w:customStyle="1" w:styleId="64BDA2DDABEB45E6A11282D2E8E1D23E">
    <w:name w:val="64BDA2DDABEB45E6A11282D2E8E1D23E"/>
    <w:rsid w:val="00CB54DF"/>
    <w:pPr>
      <w:spacing w:before="240" w:after="80"/>
    </w:pPr>
    <w:rPr>
      <w:color w:val="4F81BD" w:themeColor="accent1"/>
    </w:rPr>
  </w:style>
  <w:style w:type="character" w:styleId="PlaceholderText">
    <w:name w:val="Placeholder Text"/>
    <w:basedOn w:val="DefaultParagraphFont"/>
    <w:uiPriority w:val="99"/>
    <w:semiHidden/>
    <w:rsid w:val="00B84E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4" w:unhideWhenUsed="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chureTitle">
    <w:name w:val="Brochure Title"/>
    <w:basedOn w:val="Normal"/>
    <w:qFormat/>
    <w:rsid w:val="00CB54DF"/>
    <w:pPr>
      <w:spacing w:line="312" w:lineRule="auto"/>
      <w:jc w:val="both"/>
    </w:pPr>
    <w:rPr>
      <w:rFonts w:asciiTheme="majorHAnsi" w:hAnsiTheme="majorHAnsi"/>
      <w:color w:val="4F81BD" w:themeColor="accent1"/>
      <w:sz w:val="32"/>
    </w:rPr>
  </w:style>
  <w:style w:type="paragraph" w:customStyle="1" w:styleId="8A2A7A62B8364C6DA158E52967F32244">
    <w:name w:val="8A2A7A62B8364C6DA158E52967F32244"/>
    <w:rsid w:val="00CB54DF"/>
    <w:pPr>
      <w:spacing w:before="240" w:after="80"/>
      <w:outlineLvl w:val="1"/>
    </w:pPr>
    <w:rPr>
      <w:rFonts w:asciiTheme="majorHAnsi" w:hAnsiTheme="majorHAnsi"/>
      <w:color w:val="4F81BD" w:themeColor="accent1"/>
    </w:rPr>
  </w:style>
  <w:style w:type="paragraph" w:styleId="Title">
    <w:name w:val="Title"/>
    <w:basedOn w:val="Normal"/>
    <w:link w:val="TitleChar"/>
    <w:uiPriority w:val="4"/>
    <w:semiHidden/>
    <w:unhideWhenUsed/>
    <w:qFormat/>
    <w:rsid w:val="00CB54DF"/>
    <w:pPr>
      <w:spacing w:after="0" w:line="312" w:lineRule="auto"/>
      <w:jc w:val="both"/>
    </w:pPr>
    <w:rPr>
      <w:rFonts w:asciiTheme="majorHAnsi" w:eastAsiaTheme="majorEastAsia" w:hAnsiTheme="majorHAnsi" w:cstheme="majorHAnsi"/>
      <w:b/>
      <w:bCs/>
      <w:color w:val="4F81BD" w:themeColor="accent1"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4"/>
    <w:semiHidden/>
    <w:rsid w:val="00CB54DF"/>
    <w:rPr>
      <w:rFonts w:asciiTheme="majorHAnsi" w:eastAsiaTheme="majorEastAsia" w:hAnsiTheme="majorHAnsi" w:cstheme="majorHAnsi"/>
      <w:b/>
      <w:bCs/>
      <w:color w:val="4F81BD" w:themeColor="accent1"/>
      <w:kern w:val="28"/>
      <w:sz w:val="3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B54D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4DF"/>
    <w:rPr>
      <w:rFonts w:ascii="Tahoma" w:hAnsi="Tahoma" w:cs="Tahoma"/>
      <w:sz w:val="16"/>
      <w:szCs w:val="16"/>
    </w:rPr>
  </w:style>
  <w:style w:type="paragraph" w:customStyle="1" w:styleId="BrochureSubtitle">
    <w:name w:val="Brochure Subtitle"/>
    <w:basedOn w:val="Normal"/>
    <w:qFormat/>
    <w:rsid w:val="00CB54DF"/>
    <w:pPr>
      <w:spacing w:before="60" w:after="120" w:line="240" w:lineRule="auto"/>
      <w:jc w:val="both"/>
    </w:pPr>
    <w:rPr>
      <w:i/>
      <w:color w:val="76923C" w:themeColor="accent3" w:themeShade="BF"/>
      <w:sz w:val="20"/>
    </w:rPr>
  </w:style>
  <w:style w:type="paragraph" w:customStyle="1" w:styleId="BrochureSubtitle2">
    <w:name w:val="Brochure Subtitle 2"/>
    <w:basedOn w:val="Normal"/>
    <w:qFormat/>
    <w:rsid w:val="00CB54DF"/>
    <w:pPr>
      <w:spacing w:before="120" w:after="120" w:line="384" w:lineRule="auto"/>
    </w:pPr>
    <w:rPr>
      <w:i/>
      <w:color w:val="76923C" w:themeColor="accent3" w:themeShade="BF"/>
      <w:sz w:val="20"/>
    </w:rPr>
  </w:style>
  <w:style w:type="paragraph" w:customStyle="1" w:styleId="SectionHeading2">
    <w:name w:val="Section Heading 2"/>
    <w:basedOn w:val="Normal"/>
    <w:qFormat/>
    <w:rsid w:val="00CB54DF"/>
    <w:pPr>
      <w:spacing w:before="240" w:after="80"/>
      <w:outlineLvl w:val="1"/>
    </w:pPr>
    <w:rPr>
      <w:rFonts w:asciiTheme="majorHAnsi" w:hAnsiTheme="majorHAnsi"/>
      <w:color w:val="4F81BD" w:themeColor="accent1"/>
    </w:rPr>
  </w:style>
  <w:style w:type="paragraph" w:customStyle="1" w:styleId="BrochureCopy">
    <w:name w:val="Brochure Copy"/>
    <w:basedOn w:val="Normal"/>
    <w:qFormat/>
    <w:rsid w:val="00CB54DF"/>
    <w:pPr>
      <w:spacing w:after="120" w:line="300" w:lineRule="auto"/>
    </w:pPr>
    <w:rPr>
      <w:sz w:val="18"/>
    </w:rPr>
  </w:style>
  <w:style w:type="paragraph" w:customStyle="1" w:styleId="SectionHeading1">
    <w:name w:val="Section Heading 1"/>
    <w:basedOn w:val="SectionHeading2"/>
    <w:qFormat/>
    <w:rsid w:val="00CB54DF"/>
    <w:rPr>
      <w:sz w:val="28"/>
    </w:rPr>
  </w:style>
  <w:style w:type="paragraph" w:customStyle="1" w:styleId="CaptionHeading">
    <w:name w:val="Caption Heading"/>
    <w:basedOn w:val="Normal"/>
    <w:qFormat/>
    <w:rsid w:val="00CB54DF"/>
    <w:pPr>
      <w:spacing w:after="120" w:line="312" w:lineRule="auto"/>
    </w:pPr>
    <w:rPr>
      <w:rFonts w:asciiTheme="majorHAnsi" w:hAnsiTheme="majorHAnsi"/>
      <w:color w:val="76923C" w:themeColor="accent3" w:themeShade="BF"/>
      <w:sz w:val="20"/>
    </w:rPr>
  </w:style>
  <w:style w:type="paragraph" w:customStyle="1" w:styleId="BrochureCaption">
    <w:name w:val="Brochure Caption"/>
    <w:basedOn w:val="Normal"/>
    <w:qFormat/>
    <w:rsid w:val="00CB54DF"/>
    <w:pPr>
      <w:spacing w:after="0" w:line="432" w:lineRule="auto"/>
    </w:pPr>
    <w:rPr>
      <w:i/>
      <w:color w:val="76923C" w:themeColor="accent3" w:themeShade="BF"/>
      <w:sz w:val="18"/>
    </w:rPr>
  </w:style>
  <w:style w:type="paragraph" w:customStyle="1" w:styleId="ContactInformation">
    <w:name w:val="Contact Information"/>
    <w:basedOn w:val="Normal"/>
    <w:qFormat/>
    <w:rsid w:val="00CB54DF"/>
    <w:pPr>
      <w:spacing w:after="0"/>
    </w:pPr>
    <w:rPr>
      <w:color w:val="4F81BD" w:themeColor="accent1"/>
      <w:sz w:val="18"/>
    </w:rPr>
  </w:style>
  <w:style w:type="paragraph" w:customStyle="1" w:styleId="ContactInformationHeading">
    <w:name w:val="Contact Information Heading"/>
    <w:basedOn w:val="Normal"/>
    <w:qFormat/>
    <w:rsid w:val="00CB54DF"/>
    <w:pPr>
      <w:spacing w:before="240" w:after="80"/>
    </w:pPr>
    <w:rPr>
      <w:rFonts w:asciiTheme="majorHAnsi" w:hAnsiTheme="majorHAnsi"/>
      <w:color w:val="4F81BD" w:themeColor="accent1"/>
    </w:rPr>
  </w:style>
  <w:style w:type="paragraph" w:customStyle="1" w:styleId="WebSiteAddress">
    <w:name w:val="Web Site Address"/>
    <w:basedOn w:val="Normal"/>
    <w:qFormat/>
    <w:rsid w:val="00CB54DF"/>
    <w:pPr>
      <w:spacing w:before="240" w:after="80"/>
    </w:pPr>
    <w:rPr>
      <w:color w:val="4F81BD" w:themeColor="accent1"/>
    </w:rPr>
  </w:style>
  <w:style w:type="paragraph" w:customStyle="1" w:styleId="BrochureList">
    <w:name w:val="Brochure List"/>
    <w:basedOn w:val="BrochureCopy"/>
    <w:qFormat/>
    <w:rsid w:val="00CB54DF"/>
    <w:pPr>
      <w:numPr>
        <w:numId w:val="1"/>
      </w:numPr>
    </w:pPr>
  </w:style>
  <w:style w:type="paragraph" w:customStyle="1" w:styleId="D3698C1BF2294BD59E4F83170C820D561">
    <w:name w:val="D3698C1BF2294BD59E4F83170C820D561"/>
    <w:rsid w:val="00CB54DF"/>
    <w:pPr>
      <w:spacing w:before="240" w:after="80"/>
      <w:outlineLvl w:val="1"/>
    </w:pPr>
    <w:rPr>
      <w:rFonts w:asciiTheme="majorHAnsi" w:hAnsiTheme="majorHAnsi"/>
      <w:color w:val="4F81BD" w:themeColor="accent1"/>
    </w:rPr>
  </w:style>
  <w:style w:type="paragraph" w:customStyle="1" w:styleId="64BDA2DDABEB45E6A11282D2E8E1D23E">
    <w:name w:val="64BDA2DDABEB45E6A11282D2E8E1D23E"/>
    <w:rsid w:val="00CB54DF"/>
    <w:pPr>
      <w:spacing w:before="240" w:after="80"/>
    </w:pPr>
    <w:rPr>
      <w:color w:val="4F81BD" w:themeColor="accent1"/>
    </w:rPr>
  </w:style>
  <w:style w:type="character" w:styleId="PlaceholderText">
    <w:name w:val="Placeholder Text"/>
    <w:basedOn w:val="DefaultParagraphFont"/>
    <w:uiPriority w:val="99"/>
    <w:semiHidden/>
    <w:rsid w:val="00B84E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pasquale\Downloads\TS010072667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0381C3919A443E88110DC64BA54E5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8A394-0D36-4596-9705-C754A4692936}"/>
      </w:docPartPr>
      <w:docPartBody>
        <w:p w:rsidR="00000000" w:rsidRDefault="0085358F">
          <w:pPr>
            <w:pStyle w:val="30381C3919A443E88110DC64BA54E56B"/>
          </w:pPr>
          <w:r>
            <w:t>[Adventure Works]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D0BB1"/>
    <w:multiLevelType w:val="hybridMultilevel"/>
    <w:tmpl w:val="D2F20380"/>
    <w:lvl w:ilvl="0" w:tplc="B61A71D8">
      <w:start w:val="1"/>
      <w:numFmt w:val="decimal"/>
      <w:pStyle w:val="Brochure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DDB"/>
    <w:rsid w:val="0085358F"/>
    <w:rsid w:val="00C8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DDBD59AFBD5422BAE3B538827F1F9EC">
    <w:name w:val="8DDBD59AFBD5422BAE3B538827F1F9EC"/>
  </w:style>
  <w:style w:type="paragraph" w:customStyle="1" w:styleId="BrochureCopy">
    <w:name w:val="Brochure Copy"/>
    <w:basedOn w:val="Normal"/>
    <w:qFormat/>
    <w:pPr>
      <w:spacing w:after="120" w:line="300" w:lineRule="auto"/>
    </w:pPr>
    <w:rPr>
      <w:rFonts w:eastAsiaTheme="minorHAnsi"/>
      <w:sz w:val="18"/>
    </w:rPr>
  </w:style>
  <w:style w:type="paragraph" w:customStyle="1" w:styleId="DFA72AC9BE034E10BA65C2F5AC0829C9">
    <w:name w:val="DFA72AC9BE034E10BA65C2F5AC0829C9"/>
  </w:style>
  <w:style w:type="paragraph" w:customStyle="1" w:styleId="E120D0FF08AB47EC96B0F24F3CB259D8">
    <w:name w:val="E120D0FF08AB47EC96B0F24F3CB259D8"/>
  </w:style>
  <w:style w:type="paragraph" w:customStyle="1" w:styleId="F2A7F6849D6643FA9C174D728931F7A9">
    <w:name w:val="F2A7F6849D6643FA9C174D728931F7A9"/>
  </w:style>
  <w:style w:type="paragraph" w:customStyle="1" w:styleId="EC74971703C44914B615574702925DC4">
    <w:name w:val="EC74971703C44914B615574702925DC4"/>
  </w:style>
  <w:style w:type="paragraph" w:customStyle="1" w:styleId="8EB27987F00F4A9383C6C20E300C557E">
    <w:name w:val="8EB27987F00F4A9383C6C20E300C557E"/>
  </w:style>
  <w:style w:type="paragraph" w:customStyle="1" w:styleId="B8F79C06F58D4A21A905EA89E5FBCEA5">
    <w:name w:val="B8F79C06F58D4A21A905EA89E5FBCEA5"/>
  </w:style>
  <w:style w:type="paragraph" w:customStyle="1" w:styleId="228FF07548114D5190ADA94BB8103E1A">
    <w:name w:val="228FF07548114D5190ADA94BB8103E1A"/>
  </w:style>
  <w:style w:type="paragraph" w:customStyle="1" w:styleId="817192C0DF36423B921CE585F3707EBC">
    <w:name w:val="817192C0DF36423B921CE585F3707EBC"/>
  </w:style>
  <w:style w:type="paragraph" w:customStyle="1" w:styleId="34609B94D14E47B9B1B870B16ED180F2">
    <w:name w:val="34609B94D14E47B9B1B870B16ED180F2"/>
  </w:style>
  <w:style w:type="paragraph" w:customStyle="1" w:styleId="9831B18F19E64BBDA55433205E328ED6">
    <w:name w:val="9831B18F19E64BBDA55433205E328ED6"/>
  </w:style>
  <w:style w:type="paragraph" w:customStyle="1" w:styleId="2D3DAC171D69438ABA115C37635EEF58">
    <w:name w:val="2D3DAC171D69438ABA115C37635EEF58"/>
  </w:style>
  <w:style w:type="paragraph" w:customStyle="1" w:styleId="27FE18B095EA404BB4DDC88FBF42F47C">
    <w:name w:val="27FE18B095EA404BB4DDC88FBF42F47C"/>
  </w:style>
  <w:style w:type="paragraph" w:customStyle="1" w:styleId="854CE78D15D949A0A8E414CC26CF7555">
    <w:name w:val="854CE78D15D949A0A8E414CC26CF7555"/>
  </w:style>
  <w:style w:type="paragraph" w:customStyle="1" w:styleId="12AA181BF9E54175A6E14E12793BD42F">
    <w:name w:val="12AA181BF9E54175A6E14E12793BD42F"/>
  </w:style>
  <w:style w:type="paragraph" w:customStyle="1" w:styleId="30381C3919A443E88110DC64BA54E56B">
    <w:name w:val="30381C3919A443E88110DC64BA54E56B"/>
  </w:style>
  <w:style w:type="paragraph" w:customStyle="1" w:styleId="344FB3E726684150B53BFCBB3FE78B77">
    <w:name w:val="344FB3E726684150B53BFCBB3FE78B77"/>
  </w:style>
  <w:style w:type="paragraph" w:customStyle="1" w:styleId="837AB1F6C09A4C6CB63CDB206965D021">
    <w:name w:val="837AB1F6C09A4C6CB63CDB206965D021"/>
  </w:style>
  <w:style w:type="paragraph" w:customStyle="1" w:styleId="A9CEC9408F534B8AB1E23E969FD5418A">
    <w:name w:val="A9CEC9408F534B8AB1E23E969FD5418A"/>
  </w:style>
  <w:style w:type="paragraph" w:customStyle="1" w:styleId="10A286924D374F1E97B660173448106C">
    <w:name w:val="10A286924D374F1E97B660173448106C"/>
  </w:style>
  <w:style w:type="paragraph" w:customStyle="1" w:styleId="7B6FDB9CA9D445F9A51BBCBC59D0F74B">
    <w:name w:val="7B6FDB9CA9D445F9A51BBCBC59D0F74B"/>
  </w:style>
  <w:style w:type="paragraph" w:customStyle="1" w:styleId="0C5153BE216A4C258BFE9DD1BE6876E8">
    <w:name w:val="0C5153BE216A4C258BFE9DD1BE6876E8"/>
  </w:style>
  <w:style w:type="paragraph" w:customStyle="1" w:styleId="BrochureSubtitle2">
    <w:name w:val="Brochure Subtitle 2"/>
    <w:basedOn w:val="Normal"/>
    <w:qFormat/>
    <w:pPr>
      <w:spacing w:before="120" w:after="120" w:line="384" w:lineRule="auto"/>
    </w:pPr>
    <w:rPr>
      <w:rFonts w:eastAsiaTheme="minorHAnsi"/>
      <w:i/>
      <w:color w:val="76923C" w:themeColor="accent3" w:themeShade="BF"/>
      <w:sz w:val="20"/>
    </w:rPr>
  </w:style>
  <w:style w:type="paragraph" w:customStyle="1" w:styleId="286DB08B5768489FB3193AAC12395C13">
    <w:name w:val="286DB08B5768489FB3193AAC12395C13"/>
  </w:style>
  <w:style w:type="paragraph" w:customStyle="1" w:styleId="F49BBF29560B488BB7D6827EB500F33E">
    <w:name w:val="F49BBF29560B488BB7D6827EB500F33E"/>
  </w:style>
  <w:style w:type="paragraph" w:customStyle="1" w:styleId="0BF822E319C54CD4A13C8EE76BA08880">
    <w:name w:val="0BF822E319C54CD4A13C8EE76BA08880"/>
  </w:style>
  <w:style w:type="paragraph" w:customStyle="1" w:styleId="BrochureList">
    <w:name w:val="Brochure List"/>
    <w:basedOn w:val="Normal"/>
    <w:qFormat/>
    <w:pPr>
      <w:numPr>
        <w:numId w:val="1"/>
      </w:numPr>
      <w:spacing w:after="120" w:line="300" w:lineRule="auto"/>
    </w:pPr>
    <w:rPr>
      <w:rFonts w:eastAsiaTheme="minorHAnsi"/>
      <w:sz w:val="18"/>
    </w:rPr>
  </w:style>
  <w:style w:type="paragraph" w:customStyle="1" w:styleId="518075DE1C8F4D47B9A2B4444D8803D3">
    <w:name w:val="518075DE1C8F4D47B9A2B4444D8803D3"/>
  </w:style>
  <w:style w:type="paragraph" w:customStyle="1" w:styleId="E91FEB618BF64E75B34F41605AFCC3A2">
    <w:name w:val="E91FEB618BF64E75B34F41605AFCC3A2"/>
  </w:style>
  <w:style w:type="paragraph" w:customStyle="1" w:styleId="A68DC2EA17FE41269C47C3B5F2678B01">
    <w:name w:val="A68DC2EA17FE41269C47C3B5F2678B01"/>
  </w:style>
  <w:style w:type="paragraph" w:customStyle="1" w:styleId="1439EDE981C441C3A2A2940E77FAD0AF">
    <w:name w:val="1439EDE981C441C3A2A2940E77FAD0AF"/>
  </w:style>
  <w:style w:type="paragraph" w:customStyle="1" w:styleId="8CCD46C99CB1434F94AB6F9FC637A41E">
    <w:name w:val="8CCD46C99CB1434F94AB6F9FC637A41E"/>
  </w:style>
  <w:style w:type="paragraph" w:customStyle="1" w:styleId="8D153C9D834141259289CEDB080F8152">
    <w:name w:val="8D153C9D834141259289CEDB080F8152"/>
    <w:rsid w:val="00C82DD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DDBD59AFBD5422BAE3B538827F1F9EC">
    <w:name w:val="8DDBD59AFBD5422BAE3B538827F1F9EC"/>
  </w:style>
  <w:style w:type="paragraph" w:customStyle="1" w:styleId="BrochureCopy">
    <w:name w:val="Brochure Copy"/>
    <w:basedOn w:val="Normal"/>
    <w:qFormat/>
    <w:pPr>
      <w:spacing w:after="120" w:line="300" w:lineRule="auto"/>
    </w:pPr>
    <w:rPr>
      <w:rFonts w:eastAsiaTheme="minorHAnsi"/>
      <w:sz w:val="18"/>
    </w:rPr>
  </w:style>
  <w:style w:type="paragraph" w:customStyle="1" w:styleId="DFA72AC9BE034E10BA65C2F5AC0829C9">
    <w:name w:val="DFA72AC9BE034E10BA65C2F5AC0829C9"/>
  </w:style>
  <w:style w:type="paragraph" w:customStyle="1" w:styleId="E120D0FF08AB47EC96B0F24F3CB259D8">
    <w:name w:val="E120D0FF08AB47EC96B0F24F3CB259D8"/>
  </w:style>
  <w:style w:type="paragraph" w:customStyle="1" w:styleId="F2A7F6849D6643FA9C174D728931F7A9">
    <w:name w:val="F2A7F6849D6643FA9C174D728931F7A9"/>
  </w:style>
  <w:style w:type="paragraph" w:customStyle="1" w:styleId="EC74971703C44914B615574702925DC4">
    <w:name w:val="EC74971703C44914B615574702925DC4"/>
  </w:style>
  <w:style w:type="paragraph" w:customStyle="1" w:styleId="8EB27987F00F4A9383C6C20E300C557E">
    <w:name w:val="8EB27987F00F4A9383C6C20E300C557E"/>
  </w:style>
  <w:style w:type="paragraph" w:customStyle="1" w:styleId="B8F79C06F58D4A21A905EA89E5FBCEA5">
    <w:name w:val="B8F79C06F58D4A21A905EA89E5FBCEA5"/>
  </w:style>
  <w:style w:type="paragraph" w:customStyle="1" w:styleId="228FF07548114D5190ADA94BB8103E1A">
    <w:name w:val="228FF07548114D5190ADA94BB8103E1A"/>
  </w:style>
  <w:style w:type="paragraph" w:customStyle="1" w:styleId="817192C0DF36423B921CE585F3707EBC">
    <w:name w:val="817192C0DF36423B921CE585F3707EBC"/>
  </w:style>
  <w:style w:type="paragraph" w:customStyle="1" w:styleId="34609B94D14E47B9B1B870B16ED180F2">
    <w:name w:val="34609B94D14E47B9B1B870B16ED180F2"/>
  </w:style>
  <w:style w:type="paragraph" w:customStyle="1" w:styleId="9831B18F19E64BBDA55433205E328ED6">
    <w:name w:val="9831B18F19E64BBDA55433205E328ED6"/>
  </w:style>
  <w:style w:type="paragraph" w:customStyle="1" w:styleId="2D3DAC171D69438ABA115C37635EEF58">
    <w:name w:val="2D3DAC171D69438ABA115C37635EEF58"/>
  </w:style>
  <w:style w:type="paragraph" w:customStyle="1" w:styleId="27FE18B095EA404BB4DDC88FBF42F47C">
    <w:name w:val="27FE18B095EA404BB4DDC88FBF42F47C"/>
  </w:style>
  <w:style w:type="paragraph" w:customStyle="1" w:styleId="854CE78D15D949A0A8E414CC26CF7555">
    <w:name w:val="854CE78D15D949A0A8E414CC26CF7555"/>
  </w:style>
  <w:style w:type="paragraph" w:customStyle="1" w:styleId="12AA181BF9E54175A6E14E12793BD42F">
    <w:name w:val="12AA181BF9E54175A6E14E12793BD42F"/>
  </w:style>
  <w:style w:type="paragraph" w:customStyle="1" w:styleId="30381C3919A443E88110DC64BA54E56B">
    <w:name w:val="30381C3919A443E88110DC64BA54E56B"/>
  </w:style>
  <w:style w:type="paragraph" w:customStyle="1" w:styleId="344FB3E726684150B53BFCBB3FE78B77">
    <w:name w:val="344FB3E726684150B53BFCBB3FE78B77"/>
  </w:style>
  <w:style w:type="paragraph" w:customStyle="1" w:styleId="837AB1F6C09A4C6CB63CDB206965D021">
    <w:name w:val="837AB1F6C09A4C6CB63CDB206965D021"/>
  </w:style>
  <w:style w:type="paragraph" w:customStyle="1" w:styleId="A9CEC9408F534B8AB1E23E969FD5418A">
    <w:name w:val="A9CEC9408F534B8AB1E23E969FD5418A"/>
  </w:style>
  <w:style w:type="paragraph" w:customStyle="1" w:styleId="10A286924D374F1E97B660173448106C">
    <w:name w:val="10A286924D374F1E97B660173448106C"/>
  </w:style>
  <w:style w:type="paragraph" w:customStyle="1" w:styleId="7B6FDB9CA9D445F9A51BBCBC59D0F74B">
    <w:name w:val="7B6FDB9CA9D445F9A51BBCBC59D0F74B"/>
  </w:style>
  <w:style w:type="paragraph" w:customStyle="1" w:styleId="0C5153BE216A4C258BFE9DD1BE6876E8">
    <w:name w:val="0C5153BE216A4C258BFE9DD1BE6876E8"/>
  </w:style>
  <w:style w:type="paragraph" w:customStyle="1" w:styleId="BrochureSubtitle2">
    <w:name w:val="Brochure Subtitle 2"/>
    <w:basedOn w:val="Normal"/>
    <w:qFormat/>
    <w:pPr>
      <w:spacing w:before="120" w:after="120" w:line="384" w:lineRule="auto"/>
    </w:pPr>
    <w:rPr>
      <w:rFonts w:eastAsiaTheme="minorHAnsi"/>
      <w:i/>
      <w:color w:val="76923C" w:themeColor="accent3" w:themeShade="BF"/>
      <w:sz w:val="20"/>
    </w:rPr>
  </w:style>
  <w:style w:type="paragraph" w:customStyle="1" w:styleId="286DB08B5768489FB3193AAC12395C13">
    <w:name w:val="286DB08B5768489FB3193AAC12395C13"/>
  </w:style>
  <w:style w:type="paragraph" w:customStyle="1" w:styleId="F49BBF29560B488BB7D6827EB500F33E">
    <w:name w:val="F49BBF29560B488BB7D6827EB500F33E"/>
  </w:style>
  <w:style w:type="paragraph" w:customStyle="1" w:styleId="0BF822E319C54CD4A13C8EE76BA08880">
    <w:name w:val="0BF822E319C54CD4A13C8EE76BA08880"/>
  </w:style>
  <w:style w:type="paragraph" w:customStyle="1" w:styleId="BrochureList">
    <w:name w:val="Brochure List"/>
    <w:basedOn w:val="Normal"/>
    <w:qFormat/>
    <w:pPr>
      <w:numPr>
        <w:numId w:val="1"/>
      </w:numPr>
      <w:spacing w:after="120" w:line="300" w:lineRule="auto"/>
    </w:pPr>
    <w:rPr>
      <w:rFonts w:eastAsiaTheme="minorHAnsi"/>
      <w:sz w:val="18"/>
    </w:rPr>
  </w:style>
  <w:style w:type="paragraph" w:customStyle="1" w:styleId="518075DE1C8F4D47B9A2B4444D8803D3">
    <w:name w:val="518075DE1C8F4D47B9A2B4444D8803D3"/>
  </w:style>
  <w:style w:type="paragraph" w:customStyle="1" w:styleId="E91FEB618BF64E75B34F41605AFCC3A2">
    <w:name w:val="E91FEB618BF64E75B34F41605AFCC3A2"/>
  </w:style>
  <w:style w:type="paragraph" w:customStyle="1" w:styleId="A68DC2EA17FE41269C47C3B5F2678B01">
    <w:name w:val="A68DC2EA17FE41269C47C3B5F2678B01"/>
  </w:style>
  <w:style w:type="paragraph" w:customStyle="1" w:styleId="1439EDE981C441C3A2A2940E77FAD0AF">
    <w:name w:val="1439EDE981C441C3A2A2940E77FAD0AF"/>
  </w:style>
  <w:style w:type="paragraph" w:customStyle="1" w:styleId="8CCD46C99CB1434F94AB6F9FC637A41E">
    <w:name w:val="8CCD46C99CB1434F94AB6F9FC637A41E"/>
  </w:style>
  <w:style w:type="paragraph" w:customStyle="1" w:styleId="8D153C9D834141259289CEDB080F8152">
    <w:name w:val="8D153C9D834141259289CEDB080F8152"/>
    <w:rsid w:val="00C82D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8F6DC-0ACC-4157-A32B-7F1A83CBFA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B9AF84-CAD2-4809-A8EB-3A8F46D3D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TS010072667 (1)</Template>
  <TotalTime>16</TotalTime>
  <Pages>2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Brochure (8 1/2 x 11, landscape, 2-fold)</vt:lpstr>
    </vt:vector>
  </TitlesOfParts>
  <Company>Title Page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Brochure (8 1/2 x 11, landscape, 2-fold)</dc:title>
  <dc:creator>Erica Pasquale</dc:creator>
  <cp:lastModifiedBy>Erica Pasquale</cp:lastModifiedBy>
  <cp:revision>1</cp:revision>
  <cp:lastPrinted>2012-09-10T12:36:00Z</cp:lastPrinted>
  <dcterms:created xsi:type="dcterms:W3CDTF">2012-09-10T12:33:00Z</dcterms:created>
  <dcterms:modified xsi:type="dcterms:W3CDTF">2012-09-10T13:18:00Z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TC100726679990</vt:lpwstr>
  </property>
</Properties>
</file>